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CA7862" w14:textId="0E60A23D" w:rsidR="004D36D7" w:rsidRPr="00FD4A68" w:rsidRDefault="000637B0" w:rsidP="00B47940">
      <w:pPr>
        <w:pStyle w:val="Title"/>
        <w:rPr>
          <w:rStyle w:val="LabTitleInstVersred"/>
          <w:b/>
          <w:color w:val="auto"/>
        </w:rPr>
      </w:pPr>
      <w:sdt>
        <w:sdtPr>
          <w:rPr>
            <w:b w:val="0"/>
            <w:color w:val="EE0000"/>
          </w:rPr>
          <w:alias w:val="Title"/>
          <w:tag w:val=""/>
          <w:id w:val="-487021785"/>
          <w:placeholder>
            <w:docPart w:val="17D8325FF0F7436D9FE74F8B40575EB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7024E" w:rsidRPr="0087024E">
            <w:t>Lab - Exploring Nmap</w:t>
          </w:r>
        </w:sdtContent>
      </w:sdt>
    </w:p>
    <w:p w14:paraId="37A02240" w14:textId="77777777" w:rsidR="00D778DF" w:rsidRPr="00E70096" w:rsidRDefault="00D778DF" w:rsidP="00D452F4">
      <w:pPr>
        <w:pStyle w:val="Heading1"/>
      </w:pPr>
      <w:r w:rsidRPr="00E70096">
        <w:t>Topology</w:t>
      </w:r>
    </w:p>
    <w:p w14:paraId="154EC180" w14:textId="77777777" w:rsidR="00B257C7" w:rsidRDefault="00B257C7" w:rsidP="00D778DF">
      <w:pPr>
        <w:pStyle w:val="Visual"/>
      </w:pPr>
      <w:r>
        <w:rPr>
          <w:noProof/>
        </w:rPr>
        <w:drawing>
          <wp:inline distT="0" distB="0" distL="0" distR="0" wp14:anchorId="4C55282E" wp14:editId="79F343B3">
            <wp:extent cx="5270500" cy="1288944"/>
            <wp:effectExtent l="0" t="0" r="6350" b="0"/>
            <wp:docPr id="18" name="Picture 18" descr="Topology showing an external server in the Internet connected to a Router which connects to a VM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84703" cy="1292417"/>
                    </a:xfrm>
                    <a:prstGeom prst="rect">
                      <a:avLst/>
                    </a:prstGeom>
                    <a:noFill/>
                  </pic:spPr>
                </pic:pic>
              </a:graphicData>
            </a:graphic>
          </wp:inline>
        </w:drawing>
      </w:r>
    </w:p>
    <w:p w14:paraId="09621396" w14:textId="77777777" w:rsidR="00D778DF" w:rsidRPr="00E70096" w:rsidRDefault="00D778DF" w:rsidP="00D452F4">
      <w:pPr>
        <w:pStyle w:val="Heading1"/>
      </w:pPr>
      <w:r w:rsidRPr="00E70096">
        <w:t>Objectives</w:t>
      </w:r>
    </w:p>
    <w:p w14:paraId="12960AEE" w14:textId="77777777" w:rsidR="00B257C7" w:rsidRDefault="00B257C7" w:rsidP="00B257C7">
      <w:pPr>
        <w:pStyle w:val="BodyTextL25Bold"/>
      </w:pPr>
      <w:r w:rsidRPr="0047026E">
        <w:t xml:space="preserve">Part 1: </w:t>
      </w:r>
      <w:r>
        <w:t>Exploring Nmap</w:t>
      </w:r>
    </w:p>
    <w:p w14:paraId="212E1119" w14:textId="77777777" w:rsidR="00B257C7" w:rsidRDefault="00B257C7" w:rsidP="00B257C7">
      <w:pPr>
        <w:pStyle w:val="BodyTextL25Bold"/>
      </w:pPr>
      <w:r w:rsidRPr="0047026E">
        <w:t xml:space="preserve">Part </w:t>
      </w:r>
      <w:r>
        <w:t>2</w:t>
      </w:r>
      <w:r w:rsidRPr="0047026E">
        <w:t xml:space="preserve">: </w:t>
      </w:r>
      <w:r>
        <w:t>Scanning for Open Ports</w:t>
      </w:r>
    </w:p>
    <w:p w14:paraId="7F52AE3D" w14:textId="77777777" w:rsidR="00D778DF" w:rsidRDefault="00D778DF" w:rsidP="00D452F4">
      <w:pPr>
        <w:pStyle w:val="Heading1"/>
      </w:pPr>
      <w:r w:rsidRPr="00E70096">
        <w:t>Background / Scenario</w:t>
      </w:r>
    </w:p>
    <w:p w14:paraId="21F36946" w14:textId="77777777" w:rsidR="00B257C7" w:rsidRPr="00A86660" w:rsidRDefault="00B257C7" w:rsidP="00B257C7">
      <w:pPr>
        <w:pStyle w:val="BodyTextL25"/>
      </w:pPr>
      <w:r>
        <w:t>Port scanning is usually part of a reconnaissance attack. There are a variety of port scanning methods that can be used. We will explore how to use the Nmap utility. Nmap is a powerful network utility that is used for network discovery and security auditing.</w:t>
      </w:r>
    </w:p>
    <w:p w14:paraId="121A79E0" w14:textId="77777777" w:rsidR="00D778DF" w:rsidRPr="00E70096" w:rsidRDefault="00D778DF" w:rsidP="00D452F4">
      <w:pPr>
        <w:pStyle w:val="Heading1"/>
      </w:pPr>
      <w:r w:rsidRPr="00E70096">
        <w:t>Required Resources</w:t>
      </w:r>
    </w:p>
    <w:p w14:paraId="4B653BD6" w14:textId="4D87A9A9" w:rsidR="00B257C7" w:rsidRDefault="00B257C7" w:rsidP="00B257C7">
      <w:pPr>
        <w:pStyle w:val="Bulletlevel1"/>
        <w:spacing w:before="60" w:after="60" w:line="276" w:lineRule="auto"/>
      </w:pPr>
      <w:r w:rsidRPr="009D5C33">
        <w:rPr>
          <w:noProof/>
        </w:rPr>
        <w:t xml:space="preserve">CyberOps Workstation </w:t>
      </w:r>
      <w:r w:rsidR="00686849">
        <w:rPr>
          <w:noProof/>
        </w:rPr>
        <w:t>v</w:t>
      </w:r>
      <w:r w:rsidRPr="009D5C33">
        <w:rPr>
          <w:noProof/>
        </w:rPr>
        <w:t xml:space="preserve">irtual </w:t>
      </w:r>
      <w:r w:rsidR="00686849">
        <w:rPr>
          <w:noProof/>
        </w:rPr>
        <w:t>m</w:t>
      </w:r>
      <w:r w:rsidRPr="009D5C33">
        <w:rPr>
          <w:noProof/>
        </w:rPr>
        <w:t>achine</w:t>
      </w:r>
    </w:p>
    <w:p w14:paraId="05B555DD" w14:textId="1E96B45F" w:rsidR="00B257C7" w:rsidRDefault="00727A8B" w:rsidP="00B257C7">
      <w:pPr>
        <w:pStyle w:val="Bulletlevel1"/>
        <w:spacing w:before="60" w:after="60" w:line="276" w:lineRule="auto"/>
      </w:pPr>
      <w:r>
        <w:rPr>
          <w:noProof/>
        </w:rPr>
        <w:t>I</w:t>
      </w:r>
      <w:r w:rsidR="00B257C7">
        <w:rPr>
          <w:noProof/>
        </w:rPr>
        <w:t>nternet access</w:t>
      </w:r>
    </w:p>
    <w:p w14:paraId="1EA2360B" w14:textId="77777777" w:rsidR="00125806" w:rsidRDefault="00125806" w:rsidP="00D452F4">
      <w:pPr>
        <w:pStyle w:val="Heading1"/>
      </w:pPr>
      <w:r>
        <w:t>Instructions</w:t>
      </w:r>
    </w:p>
    <w:p w14:paraId="3D7EC955" w14:textId="77777777" w:rsidR="00B257C7" w:rsidRPr="004D116D" w:rsidRDefault="00B257C7" w:rsidP="00B257C7">
      <w:pPr>
        <w:pStyle w:val="Heading2"/>
      </w:pPr>
      <w:r>
        <w:t>Exploring Nmap</w:t>
      </w:r>
    </w:p>
    <w:p w14:paraId="43FE91C1" w14:textId="77777777" w:rsidR="00B257C7" w:rsidRDefault="00B257C7" w:rsidP="00B257C7">
      <w:pPr>
        <w:pStyle w:val="BodyTextL25"/>
      </w:pPr>
      <w:r>
        <w:t xml:space="preserve">In this part, you will use manual pages (or man pages for short) to learn more about Nmap. </w:t>
      </w:r>
    </w:p>
    <w:p w14:paraId="182A64B8" w14:textId="77777777" w:rsidR="00B257C7" w:rsidRPr="004D116D" w:rsidRDefault="00B257C7" w:rsidP="00B257C7">
      <w:pPr>
        <w:pStyle w:val="BodyTextL25"/>
      </w:pPr>
      <w:r>
        <w:t xml:space="preserve">The </w:t>
      </w:r>
      <w:r>
        <w:rPr>
          <w:b/>
        </w:rPr>
        <w:t>man</w:t>
      </w:r>
      <w:r w:rsidRPr="004D116D">
        <w:rPr>
          <w:b/>
        </w:rPr>
        <w:t xml:space="preserve"> </w:t>
      </w:r>
      <w:r w:rsidRPr="004D116D">
        <w:t>[</w:t>
      </w:r>
      <w:r>
        <w:rPr>
          <w:i/>
        </w:rPr>
        <w:t xml:space="preserve"> program |utility | function</w:t>
      </w:r>
      <w:r w:rsidRPr="004D116D">
        <w:t>]</w:t>
      </w:r>
      <w:r>
        <w:rPr>
          <w:i/>
        </w:rPr>
        <w:t xml:space="preserve"> </w:t>
      </w:r>
      <w:r w:rsidRPr="004D116D">
        <w:t xml:space="preserve">command </w:t>
      </w:r>
      <w:r>
        <w:t>displays the manual pages associated with the arguments. The manual pages are the reference manuals found on Unix and Linux OSs. These pages can include these sections: Name, Synopsis, Descriptions, Examples, and See Also.</w:t>
      </w:r>
    </w:p>
    <w:p w14:paraId="2D66A4E3" w14:textId="77777777" w:rsidR="00B257C7" w:rsidRDefault="00B257C7" w:rsidP="00B257C7">
      <w:pPr>
        <w:pStyle w:val="SubStepAlpha"/>
      </w:pPr>
      <w:r>
        <w:t>Start CyberOps Workstation VM.</w:t>
      </w:r>
    </w:p>
    <w:p w14:paraId="55D05B3A" w14:textId="77777777" w:rsidR="00B257C7" w:rsidRDefault="00B257C7" w:rsidP="00B257C7">
      <w:pPr>
        <w:pStyle w:val="SubStepAlpha"/>
      </w:pPr>
      <w:r>
        <w:t>Open a terminal.</w:t>
      </w:r>
    </w:p>
    <w:p w14:paraId="354893D7" w14:textId="58D7D157" w:rsidR="00B257C7" w:rsidRDefault="00B257C7" w:rsidP="00B257C7">
      <w:pPr>
        <w:pStyle w:val="SubStepAlpha"/>
        <w:keepNext/>
      </w:pPr>
      <w:r>
        <w:t xml:space="preserve">At the terminal prompt, enter </w:t>
      </w:r>
      <w:r w:rsidRPr="004D116D">
        <w:rPr>
          <w:b/>
        </w:rPr>
        <w:t>man nmap</w:t>
      </w:r>
      <w:r>
        <w:t>.</w:t>
      </w:r>
    </w:p>
    <w:p w14:paraId="6A86CFD8" w14:textId="410EF0C9" w:rsidR="0088416C" w:rsidRDefault="0088416C" w:rsidP="0088416C">
      <w:pPr>
        <w:pStyle w:val="CMD"/>
      </w:pPr>
      <w:r w:rsidRPr="0088416C">
        <w:t xml:space="preserve">[analyst@secOps ~]$ </w:t>
      </w:r>
      <w:r w:rsidRPr="0088416C">
        <w:rPr>
          <w:b/>
          <w:bCs/>
        </w:rPr>
        <w:t>man nmap</w:t>
      </w:r>
    </w:p>
    <w:p w14:paraId="40724FA4" w14:textId="3E21D532" w:rsidR="0088416C" w:rsidRDefault="0088416C" w:rsidP="0088416C">
      <w:pPr>
        <w:pStyle w:val="Heading4"/>
      </w:pPr>
      <w:r>
        <w:t>Questions:</w:t>
      </w:r>
    </w:p>
    <w:p w14:paraId="54BBE4BA" w14:textId="040B4C14" w:rsidR="00B257C7" w:rsidRDefault="00B257C7" w:rsidP="0088416C">
      <w:pPr>
        <w:pStyle w:val="BodyTextL50"/>
        <w:spacing w:before="0"/>
      </w:pPr>
      <w:r>
        <w:t>What is Nmap?</w:t>
      </w:r>
    </w:p>
    <w:p w14:paraId="5E87F0AA" w14:textId="77777777" w:rsidR="0088416C" w:rsidRDefault="0088416C" w:rsidP="0088416C">
      <w:pPr>
        <w:pStyle w:val="AnswerLineL50"/>
      </w:pPr>
      <w:r>
        <w:t>Type your answers here.</w:t>
      </w:r>
    </w:p>
    <w:p w14:paraId="0D73937E" w14:textId="77777777" w:rsidR="00B257C7" w:rsidRDefault="00B257C7" w:rsidP="00B257C7">
      <w:pPr>
        <w:pStyle w:val="BodyTextL50"/>
      </w:pPr>
      <w:r>
        <w:t>What is nmap used for?</w:t>
      </w:r>
    </w:p>
    <w:p w14:paraId="3AE2E219" w14:textId="77777777" w:rsidR="0088416C" w:rsidRDefault="0088416C" w:rsidP="0088416C">
      <w:pPr>
        <w:pStyle w:val="AnswerLineL50"/>
        <w:spacing w:after="1200"/>
      </w:pPr>
      <w:r>
        <w:t>Type your answers here.</w:t>
      </w:r>
    </w:p>
    <w:p w14:paraId="1B6AB663" w14:textId="77777777" w:rsidR="00B257C7" w:rsidRDefault="00B257C7" w:rsidP="00B257C7">
      <w:pPr>
        <w:pStyle w:val="SubStepAlpha"/>
      </w:pPr>
      <w:r>
        <w:lastRenderedPageBreak/>
        <w:t>While in the man page, you can use the up and down arrow keys to scroll through the pages. You can also press the space bar to forward one page at a time.</w:t>
      </w:r>
    </w:p>
    <w:p w14:paraId="67E3AD95" w14:textId="77777777" w:rsidR="00B257C7" w:rsidRDefault="00B257C7" w:rsidP="00B257C7">
      <w:pPr>
        <w:pStyle w:val="BodyTextL50"/>
      </w:pPr>
      <w:r>
        <w:t xml:space="preserve">To search for a specific term or phrase use enter a forward slash (/) or question mark (?) followed by the term or phrase. The forward slash searches forward through the document, and the question mark searches backward through the document. The key </w:t>
      </w:r>
      <w:r>
        <w:rPr>
          <w:b/>
        </w:rPr>
        <w:t xml:space="preserve">n </w:t>
      </w:r>
      <w:r>
        <w:t>moves to the next match.</w:t>
      </w:r>
    </w:p>
    <w:p w14:paraId="2487211F" w14:textId="77777777" w:rsidR="00B257C7" w:rsidRDefault="00B257C7" w:rsidP="00B257C7">
      <w:pPr>
        <w:pStyle w:val="BodyTextL50"/>
        <w:keepNext/>
      </w:pPr>
      <w:r>
        <w:t xml:space="preserve">Type </w:t>
      </w:r>
      <w:r>
        <w:rPr>
          <w:b/>
        </w:rPr>
        <w:t xml:space="preserve">/example </w:t>
      </w:r>
      <w:r w:rsidRPr="001853E1">
        <w:t>and press E</w:t>
      </w:r>
      <w:r>
        <w:t>NTER</w:t>
      </w:r>
      <w:r w:rsidRPr="001853E1">
        <w:t>. This will</w:t>
      </w:r>
      <w:r>
        <w:t xml:space="preserve"> search for the word </w:t>
      </w:r>
      <w:r>
        <w:rPr>
          <w:b/>
        </w:rPr>
        <w:t xml:space="preserve">example </w:t>
      </w:r>
      <w:r w:rsidRPr="00D03915">
        <w:t>f</w:t>
      </w:r>
      <w:r>
        <w:t>orward through the man page.</w:t>
      </w:r>
    </w:p>
    <w:p w14:paraId="6F0E5CA1" w14:textId="77777777" w:rsidR="00B257C7" w:rsidRDefault="00B257C7" w:rsidP="00B257C7">
      <w:pPr>
        <w:pStyle w:val="Visual"/>
      </w:pPr>
      <w:r w:rsidRPr="00521A80">
        <w:rPr>
          <w:noProof/>
        </w:rPr>
        <w:drawing>
          <wp:inline distT="0" distB="0" distL="0" distR="0" wp14:anchorId="4DDE2CA0" wp14:editId="5F62E5FE">
            <wp:extent cx="5486400" cy="3099164"/>
            <wp:effectExtent l="0" t="0" r="0" b="6350"/>
            <wp:docPr id="20" name="Picture 20" descr="Screen shot of terminal using the nmap command to search for the word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3099164"/>
                    </a:xfrm>
                    <a:prstGeom prst="rect">
                      <a:avLst/>
                    </a:prstGeom>
                  </pic:spPr>
                </pic:pic>
              </a:graphicData>
            </a:graphic>
          </wp:inline>
        </w:drawing>
      </w:r>
    </w:p>
    <w:p w14:paraId="15047970" w14:textId="77777777" w:rsidR="00B257C7" w:rsidRDefault="00B257C7" w:rsidP="00AF3377">
      <w:pPr>
        <w:pStyle w:val="SubStepAlpha"/>
        <w:keepNext/>
      </w:pPr>
      <w:r>
        <w:t xml:space="preserve">In the first instance of example, you see three matches. To move to the next match, press </w:t>
      </w:r>
      <w:r>
        <w:rPr>
          <w:b/>
        </w:rPr>
        <w:t>n</w:t>
      </w:r>
      <w:r w:rsidRPr="004D116D">
        <w:t>.</w:t>
      </w:r>
    </w:p>
    <w:p w14:paraId="67B3755B" w14:textId="77777777" w:rsidR="00B257C7" w:rsidRDefault="00B257C7" w:rsidP="0088416C">
      <w:pPr>
        <w:pStyle w:val="Visual"/>
        <w:spacing w:after="120"/>
      </w:pPr>
      <w:r w:rsidRPr="007D34F0">
        <w:rPr>
          <w:noProof/>
        </w:rPr>
        <w:drawing>
          <wp:inline distT="0" distB="0" distL="0" distR="0" wp14:anchorId="701E2261" wp14:editId="4F19CCA9">
            <wp:extent cx="5486400" cy="3099163"/>
            <wp:effectExtent l="0" t="0" r="0" b="6350"/>
            <wp:docPr id="21" name="Picture 21" descr="Screenshot of the results of searching for the word example. The word example is highlighted three t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86400" cy="3099163"/>
                    </a:xfrm>
                    <a:prstGeom prst="rect">
                      <a:avLst/>
                    </a:prstGeom>
                  </pic:spPr>
                </pic:pic>
              </a:graphicData>
            </a:graphic>
          </wp:inline>
        </w:drawing>
      </w:r>
    </w:p>
    <w:p w14:paraId="6E346ED9" w14:textId="77777777" w:rsidR="0088416C" w:rsidRDefault="00B257C7" w:rsidP="00B257C7">
      <w:pPr>
        <w:pStyle w:val="BodyTextL50"/>
      </w:pPr>
      <w:r>
        <w:t>Look at Example 1.</w:t>
      </w:r>
    </w:p>
    <w:p w14:paraId="638AD43A" w14:textId="77777777" w:rsidR="0088416C" w:rsidRDefault="0088416C" w:rsidP="0088416C">
      <w:pPr>
        <w:pStyle w:val="Heading4"/>
      </w:pPr>
      <w:r>
        <w:lastRenderedPageBreak/>
        <w:t>Question:</w:t>
      </w:r>
    </w:p>
    <w:p w14:paraId="6AAA22AF" w14:textId="4878F639" w:rsidR="00B257C7" w:rsidRDefault="00B257C7" w:rsidP="0088416C">
      <w:pPr>
        <w:pStyle w:val="BodyTextL50"/>
        <w:spacing w:before="0"/>
      </w:pPr>
      <w:r>
        <w:t xml:space="preserve">What is the </w:t>
      </w:r>
      <w:r w:rsidRPr="001853E1">
        <w:rPr>
          <w:b/>
        </w:rPr>
        <w:t>nmap</w:t>
      </w:r>
      <w:r>
        <w:t xml:space="preserve"> command used?</w:t>
      </w:r>
    </w:p>
    <w:p w14:paraId="1C0192BB" w14:textId="00E34AC4" w:rsidR="00B257C7" w:rsidRDefault="0088416C" w:rsidP="0088416C">
      <w:pPr>
        <w:pStyle w:val="AnswerLineL50"/>
      </w:pPr>
      <w:r>
        <w:t>Type your answers here.</w:t>
      </w:r>
    </w:p>
    <w:p w14:paraId="19CAB4A7" w14:textId="77777777" w:rsidR="00B257C7" w:rsidRPr="004D116D" w:rsidRDefault="00B257C7" w:rsidP="00B257C7">
      <w:pPr>
        <w:pStyle w:val="BodyTextL50"/>
        <w:keepNext/>
      </w:pPr>
      <w:r w:rsidRPr="004D116D">
        <w:t>Use the search function to answer the following questions.</w:t>
      </w:r>
    </w:p>
    <w:p w14:paraId="5A2CA997" w14:textId="77777777" w:rsidR="00044042" w:rsidRDefault="00044042" w:rsidP="00044042">
      <w:pPr>
        <w:pStyle w:val="Heading4"/>
      </w:pPr>
      <w:r>
        <w:t>Questions:</w:t>
      </w:r>
    </w:p>
    <w:p w14:paraId="108133A7" w14:textId="3008BC4D" w:rsidR="00B257C7" w:rsidRPr="004D116D" w:rsidRDefault="00B257C7" w:rsidP="00044042">
      <w:pPr>
        <w:pStyle w:val="BodyTextL50"/>
        <w:keepNext/>
        <w:spacing w:before="0"/>
      </w:pPr>
      <w:r w:rsidRPr="004D116D">
        <w:t xml:space="preserve">What does </w:t>
      </w:r>
      <w:r>
        <w:t xml:space="preserve">the switch </w:t>
      </w:r>
      <w:r w:rsidRPr="004D116D">
        <w:t xml:space="preserve">-A do? </w:t>
      </w:r>
    </w:p>
    <w:p w14:paraId="76023F8B" w14:textId="4FFDB972" w:rsidR="00B257C7" w:rsidRPr="004D116D" w:rsidRDefault="00044042" w:rsidP="00044042">
      <w:pPr>
        <w:pStyle w:val="AnswerLineL50"/>
        <w:spacing w:after="600"/>
      </w:pPr>
      <w:r>
        <w:t>Type your answers here.</w:t>
      </w:r>
    </w:p>
    <w:p w14:paraId="4A5040E2" w14:textId="77777777" w:rsidR="00B257C7" w:rsidRPr="004D116D" w:rsidRDefault="00B257C7" w:rsidP="00B257C7">
      <w:pPr>
        <w:pStyle w:val="BodyTextL50"/>
        <w:keepNext/>
      </w:pPr>
      <w:r>
        <w:t>What does the switch -T4</w:t>
      </w:r>
      <w:r w:rsidRPr="004D116D">
        <w:t xml:space="preserve"> do?</w:t>
      </w:r>
    </w:p>
    <w:p w14:paraId="36343E93" w14:textId="331135F9" w:rsidR="00B257C7" w:rsidRPr="004D116D" w:rsidRDefault="00044042" w:rsidP="00044042">
      <w:pPr>
        <w:pStyle w:val="AnswerLineL50"/>
        <w:spacing w:after="840"/>
      </w:pPr>
      <w:r>
        <w:t>Type your answers here.</w:t>
      </w:r>
    </w:p>
    <w:p w14:paraId="07378418" w14:textId="77777777" w:rsidR="00B257C7" w:rsidRPr="009A4B3B" w:rsidRDefault="00B257C7" w:rsidP="00B257C7">
      <w:pPr>
        <w:pStyle w:val="SubStepAlpha"/>
      </w:pPr>
      <w:r>
        <w:t xml:space="preserve">Scroll through the page to learn more about nmap. Type </w:t>
      </w:r>
      <w:r>
        <w:rPr>
          <w:b/>
        </w:rPr>
        <w:t>q</w:t>
      </w:r>
      <w:r>
        <w:t xml:space="preserve"> when finished.</w:t>
      </w:r>
    </w:p>
    <w:p w14:paraId="77D34FED" w14:textId="77777777" w:rsidR="00B257C7" w:rsidRDefault="00B257C7" w:rsidP="00B257C7">
      <w:pPr>
        <w:pStyle w:val="Heading2"/>
      </w:pPr>
      <w:r>
        <w:t>Scanning for Open Ports</w:t>
      </w:r>
    </w:p>
    <w:p w14:paraId="00AE34AF" w14:textId="77777777" w:rsidR="00B257C7" w:rsidRPr="004C2F1B" w:rsidRDefault="00B257C7" w:rsidP="00B257C7">
      <w:pPr>
        <w:pStyle w:val="BodyTextL25"/>
      </w:pPr>
      <w:r>
        <w:t>In this part, you will use the switches from the example in the Nmap man pages to scan your localhost, your local network, and a remote server at scanme.nmap.org.</w:t>
      </w:r>
    </w:p>
    <w:p w14:paraId="3627BB2C" w14:textId="77777777" w:rsidR="00B257C7" w:rsidRDefault="00B257C7" w:rsidP="00B257C7">
      <w:pPr>
        <w:pStyle w:val="Heading3"/>
      </w:pPr>
      <w:r>
        <w:t>Scan your localhost.</w:t>
      </w:r>
    </w:p>
    <w:p w14:paraId="2D445729" w14:textId="442EADD9" w:rsidR="00B257C7" w:rsidRPr="00352BD3" w:rsidRDefault="00B257C7" w:rsidP="00B257C7">
      <w:pPr>
        <w:pStyle w:val="SubStepAlpha"/>
      </w:pPr>
      <w:r>
        <w:t xml:space="preserve">If necessary, open a terminal on the VM. At the prompt, enter </w:t>
      </w:r>
      <w:r w:rsidRPr="00B33154">
        <w:rPr>
          <w:b/>
        </w:rPr>
        <w:t>nmap -A -T4 localhost</w:t>
      </w:r>
      <w:r>
        <w:t>. Depending on your local network and devices, the scan will take anywhere from a few seconds to a few minutes.</w:t>
      </w:r>
    </w:p>
    <w:p w14:paraId="31D08C79" w14:textId="77777777" w:rsidR="00B257C7" w:rsidRPr="00B33154" w:rsidRDefault="00B257C7" w:rsidP="00B257C7">
      <w:pPr>
        <w:pStyle w:val="CMD"/>
      </w:pPr>
      <w:r w:rsidRPr="00B33154">
        <w:t xml:space="preserve">[analyst@secOps </w:t>
      </w:r>
      <w:r>
        <w:t>~</w:t>
      </w:r>
      <w:r w:rsidRPr="00B33154">
        <w:t xml:space="preserve">]$ </w:t>
      </w:r>
      <w:r w:rsidRPr="00B33154">
        <w:rPr>
          <w:b/>
        </w:rPr>
        <w:t>nmap -A -T4 localhost</w:t>
      </w:r>
    </w:p>
    <w:p w14:paraId="28A9C9DC" w14:textId="77777777" w:rsidR="00B257C7" w:rsidRPr="00B33154" w:rsidRDefault="00B257C7" w:rsidP="00B257C7">
      <w:pPr>
        <w:pStyle w:val="CMDOutput"/>
      </w:pPr>
    </w:p>
    <w:p w14:paraId="14B1D6D7" w14:textId="77777777" w:rsidR="00B257C7" w:rsidRPr="00B33154" w:rsidRDefault="00B257C7" w:rsidP="00B257C7">
      <w:pPr>
        <w:pStyle w:val="CMDOutput"/>
      </w:pPr>
      <w:r w:rsidRPr="00B33154">
        <w:t>Starting Nmap 7.40 ( https://nmap.org ) at 2017-05-01 17:20 EDT</w:t>
      </w:r>
    </w:p>
    <w:p w14:paraId="058BA863" w14:textId="77777777" w:rsidR="00B257C7" w:rsidRPr="00B33154" w:rsidRDefault="00B257C7" w:rsidP="00B257C7">
      <w:pPr>
        <w:pStyle w:val="CMDOutput"/>
      </w:pPr>
      <w:r w:rsidRPr="00B33154">
        <w:t>Nmap scan report for localhost (127.0.0.1)</w:t>
      </w:r>
    </w:p>
    <w:p w14:paraId="59C78CDE" w14:textId="77777777" w:rsidR="00B257C7" w:rsidRPr="00B33154" w:rsidRDefault="00B257C7" w:rsidP="00B257C7">
      <w:pPr>
        <w:pStyle w:val="CMDOutput"/>
      </w:pPr>
      <w:r w:rsidRPr="00B33154">
        <w:t>Host is up (0.000056s latency).</w:t>
      </w:r>
    </w:p>
    <w:p w14:paraId="5774159C" w14:textId="77777777" w:rsidR="00B257C7" w:rsidRPr="00B33154" w:rsidRDefault="00B257C7" w:rsidP="00B257C7">
      <w:pPr>
        <w:pStyle w:val="CMDOutput"/>
      </w:pPr>
      <w:r w:rsidRPr="00B33154">
        <w:t>Other addresses for localhost (not scanned): ::1</w:t>
      </w:r>
    </w:p>
    <w:p w14:paraId="1B6DF045" w14:textId="77777777" w:rsidR="00B257C7" w:rsidRPr="00B33154" w:rsidRDefault="00B257C7" w:rsidP="00B257C7">
      <w:pPr>
        <w:pStyle w:val="CMDOutput"/>
      </w:pPr>
      <w:r w:rsidRPr="00B33154">
        <w:t>rDNS record for 127.0.0.1: localhost.localdomain</w:t>
      </w:r>
    </w:p>
    <w:p w14:paraId="63A73E70" w14:textId="77777777" w:rsidR="00B257C7" w:rsidRPr="00B33154" w:rsidRDefault="00B257C7" w:rsidP="00B257C7">
      <w:pPr>
        <w:pStyle w:val="CMDOutput"/>
      </w:pPr>
      <w:r w:rsidRPr="00B33154">
        <w:t>Not shown: 996 closed ports</w:t>
      </w:r>
    </w:p>
    <w:p w14:paraId="22133172" w14:textId="77777777" w:rsidR="00B257C7" w:rsidRPr="00B33154" w:rsidRDefault="00B257C7" w:rsidP="00B257C7">
      <w:pPr>
        <w:pStyle w:val="CMDOutput"/>
      </w:pPr>
      <w:r w:rsidRPr="00B33154">
        <w:t>PORT   STATE SERVICE VERSION</w:t>
      </w:r>
    </w:p>
    <w:p w14:paraId="555CA553" w14:textId="77777777" w:rsidR="00B257C7" w:rsidRPr="00B33154" w:rsidRDefault="00B257C7" w:rsidP="00B257C7">
      <w:pPr>
        <w:pStyle w:val="CMDOutput"/>
      </w:pPr>
      <w:r w:rsidRPr="00B33154">
        <w:t>21/tcp open  ftp     vsftpd 2.0.8 or later</w:t>
      </w:r>
    </w:p>
    <w:p w14:paraId="5E3F42DB" w14:textId="77777777" w:rsidR="00B257C7" w:rsidRPr="00B33154" w:rsidRDefault="00B257C7" w:rsidP="00B257C7">
      <w:pPr>
        <w:pStyle w:val="CMDOutput"/>
      </w:pPr>
      <w:r w:rsidRPr="00B33154">
        <w:t>| ftp-anon: Anonymous FTP login allowed (FTP code 230)</w:t>
      </w:r>
    </w:p>
    <w:p w14:paraId="3BF4C65E" w14:textId="77777777" w:rsidR="00B257C7" w:rsidRPr="00B33154" w:rsidRDefault="00B257C7" w:rsidP="00B257C7">
      <w:pPr>
        <w:pStyle w:val="CMDOutput"/>
      </w:pPr>
      <w:r w:rsidRPr="00B33154">
        <w:t>|_-rw-r--r--    1 0        0               0 Apr 19 15:23 ftp_test</w:t>
      </w:r>
    </w:p>
    <w:p w14:paraId="4966FB45" w14:textId="61B2E8EC" w:rsidR="00B257C7" w:rsidRDefault="00672BCE" w:rsidP="00B257C7">
      <w:pPr>
        <w:pStyle w:val="CMDOutput"/>
      </w:pPr>
      <w:r>
        <w:t>&lt;some output omitted&gt;</w:t>
      </w:r>
    </w:p>
    <w:p w14:paraId="0EC2532C" w14:textId="77777777" w:rsidR="00B257C7" w:rsidRDefault="00B257C7" w:rsidP="00B257C7">
      <w:pPr>
        <w:pStyle w:val="SubStepAlpha"/>
      </w:pPr>
      <w:r>
        <w:t>Review the results and answer the following questions.</w:t>
      </w:r>
    </w:p>
    <w:p w14:paraId="5C153008" w14:textId="33E088BC" w:rsidR="00044042" w:rsidRDefault="00044042" w:rsidP="00044042">
      <w:pPr>
        <w:pStyle w:val="Heading4"/>
      </w:pPr>
      <w:r>
        <w:t>Questions:</w:t>
      </w:r>
    </w:p>
    <w:p w14:paraId="4FFD6EF0" w14:textId="0685F503" w:rsidR="00B257C7" w:rsidRDefault="00B257C7" w:rsidP="00044042">
      <w:pPr>
        <w:pStyle w:val="BodyTextL50"/>
        <w:spacing w:before="0"/>
      </w:pPr>
      <w:r>
        <w:t>Which ports and services are opened?</w:t>
      </w:r>
    </w:p>
    <w:p w14:paraId="4895D09E" w14:textId="5BA99240" w:rsidR="00B257C7" w:rsidRDefault="00044042" w:rsidP="00044042">
      <w:pPr>
        <w:pStyle w:val="AnswerLineL50"/>
      </w:pPr>
      <w:r>
        <w:t>Type your answers here.</w:t>
      </w:r>
    </w:p>
    <w:p w14:paraId="2BCBEE60" w14:textId="77777777" w:rsidR="00B257C7" w:rsidRDefault="00B257C7" w:rsidP="00B257C7">
      <w:pPr>
        <w:pStyle w:val="BodyTextL50"/>
      </w:pPr>
      <w:r>
        <w:t>For each of the open ports, record the software that is providing the services.</w:t>
      </w:r>
    </w:p>
    <w:p w14:paraId="4984B0B1" w14:textId="243E0363" w:rsidR="00B257C7" w:rsidRDefault="00044042" w:rsidP="00044042">
      <w:pPr>
        <w:pStyle w:val="AnswerLineL50"/>
      </w:pPr>
      <w:r>
        <w:t>Type your answers here.</w:t>
      </w:r>
    </w:p>
    <w:p w14:paraId="307F3652" w14:textId="77777777" w:rsidR="00B257C7" w:rsidRDefault="00B257C7" w:rsidP="00B257C7">
      <w:pPr>
        <w:pStyle w:val="Heading3"/>
      </w:pPr>
      <w:r>
        <w:t>Scan your network.</w:t>
      </w:r>
    </w:p>
    <w:p w14:paraId="1B53C441" w14:textId="77777777" w:rsidR="00B257C7" w:rsidRPr="00CB606E" w:rsidRDefault="00B257C7" w:rsidP="00B257C7">
      <w:pPr>
        <w:pStyle w:val="BodyTextL25"/>
      </w:pPr>
      <w:r>
        <w:rPr>
          <w:b/>
        </w:rPr>
        <w:t xml:space="preserve">Warning: </w:t>
      </w:r>
      <w:r w:rsidRPr="00CB606E">
        <w:rPr>
          <w:b/>
        </w:rPr>
        <w:t xml:space="preserve">Before using Nmap on any network, please </w:t>
      </w:r>
      <w:r>
        <w:rPr>
          <w:b/>
        </w:rPr>
        <w:t>gain the</w:t>
      </w:r>
      <w:r w:rsidRPr="00CB606E">
        <w:rPr>
          <w:b/>
        </w:rPr>
        <w:t xml:space="preserve"> permission of the network owners</w:t>
      </w:r>
      <w:r>
        <w:rPr>
          <w:b/>
        </w:rPr>
        <w:t xml:space="preserve"> before proceeding</w:t>
      </w:r>
      <w:r w:rsidRPr="00CB606E">
        <w:rPr>
          <w:b/>
        </w:rPr>
        <w:t>.</w:t>
      </w:r>
    </w:p>
    <w:p w14:paraId="779CAAA1" w14:textId="5A3C007B" w:rsidR="00B257C7" w:rsidRPr="00A820D2" w:rsidRDefault="00B257C7" w:rsidP="00B257C7">
      <w:pPr>
        <w:pStyle w:val="SubStepAlpha"/>
      </w:pPr>
      <w:r>
        <w:lastRenderedPageBreak/>
        <w:t xml:space="preserve">At the terminal command prompt, enter </w:t>
      </w:r>
      <w:r w:rsidR="00550F40">
        <w:rPr>
          <w:b/>
        </w:rPr>
        <w:t>ip address</w:t>
      </w:r>
      <w:r>
        <w:rPr>
          <w:b/>
        </w:rPr>
        <w:t xml:space="preserve"> </w:t>
      </w:r>
      <w:r>
        <w:t xml:space="preserve">to determine the IP address and subnet mask for this host. For this example, the IP address for this VM is </w:t>
      </w:r>
      <w:r w:rsidR="00550F40">
        <w:t>10.0.2.15</w:t>
      </w:r>
      <w:r>
        <w:t xml:space="preserve"> and the subnet mask is 255.255.255.0.</w:t>
      </w:r>
    </w:p>
    <w:p w14:paraId="2607EEE2" w14:textId="77777777" w:rsidR="00550F40" w:rsidRPr="00550F40" w:rsidRDefault="00550F40" w:rsidP="00550F40">
      <w:pPr>
        <w:pStyle w:val="CMDOutput"/>
        <w:rPr>
          <w:sz w:val="20"/>
        </w:rPr>
      </w:pPr>
      <w:r w:rsidRPr="00550F40">
        <w:rPr>
          <w:sz w:val="20"/>
        </w:rPr>
        <w:t xml:space="preserve">[analyst@secOps ~]$ </w:t>
      </w:r>
      <w:r w:rsidRPr="00550F40">
        <w:rPr>
          <w:b/>
          <w:bCs/>
          <w:sz w:val="20"/>
        </w:rPr>
        <w:t>ip address</w:t>
      </w:r>
    </w:p>
    <w:p w14:paraId="610602B6" w14:textId="4929E477" w:rsidR="00550F40" w:rsidRPr="00550F40" w:rsidRDefault="00550F40" w:rsidP="00550F40">
      <w:pPr>
        <w:pStyle w:val="CMDOutput"/>
        <w:rPr>
          <w:sz w:val="20"/>
        </w:rPr>
      </w:pPr>
      <w:r>
        <w:rPr>
          <w:sz w:val="20"/>
        </w:rPr>
        <w:t>&lt;output omitted&gt;</w:t>
      </w:r>
    </w:p>
    <w:p w14:paraId="3EA2E246" w14:textId="77777777" w:rsidR="00550F40" w:rsidRPr="00550F40" w:rsidRDefault="00550F40" w:rsidP="00550F40">
      <w:pPr>
        <w:pStyle w:val="CMDOutput"/>
        <w:rPr>
          <w:sz w:val="20"/>
        </w:rPr>
      </w:pPr>
      <w:r w:rsidRPr="00550F40">
        <w:rPr>
          <w:sz w:val="20"/>
        </w:rPr>
        <w:t>2: enp0s3: &lt;BROADCAST,MULTICAST,UP,LOWER_UP&gt; mtu 1500 qdisc fq_codel state UP group default qlen 1000</w:t>
      </w:r>
    </w:p>
    <w:p w14:paraId="09CF7ACA" w14:textId="77777777" w:rsidR="00550F40" w:rsidRPr="00550F40" w:rsidRDefault="00550F40" w:rsidP="00550F40">
      <w:pPr>
        <w:pStyle w:val="CMDOutput"/>
        <w:rPr>
          <w:sz w:val="20"/>
        </w:rPr>
      </w:pPr>
      <w:r w:rsidRPr="00550F40">
        <w:rPr>
          <w:sz w:val="20"/>
        </w:rPr>
        <w:t xml:space="preserve">    link/ether 08:00:27:ed:af:2c brd ff:ff:ff:ff:ff:ff</w:t>
      </w:r>
    </w:p>
    <w:p w14:paraId="77A64550" w14:textId="77777777" w:rsidR="00550F40" w:rsidRPr="00550F40" w:rsidRDefault="00550F40" w:rsidP="00550F40">
      <w:pPr>
        <w:pStyle w:val="CMDOutput"/>
        <w:rPr>
          <w:sz w:val="20"/>
        </w:rPr>
      </w:pPr>
      <w:r w:rsidRPr="00550F40">
        <w:rPr>
          <w:sz w:val="20"/>
        </w:rPr>
        <w:t xml:space="preserve">    </w:t>
      </w:r>
      <w:r w:rsidRPr="00550F40">
        <w:rPr>
          <w:sz w:val="20"/>
          <w:highlight w:val="yellow"/>
        </w:rPr>
        <w:t>inet 10.0.2.15/24</w:t>
      </w:r>
      <w:r w:rsidRPr="00550F40">
        <w:rPr>
          <w:sz w:val="20"/>
        </w:rPr>
        <w:t xml:space="preserve"> brd 10.0.2.255 scope global dynamic enp0s3</w:t>
      </w:r>
    </w:p>
    <w:p w14:paraId="40BDF52A" w14:textId="77777777" w:rsidR="00550F40" w:rsidRPr="00550F40" w:rsidRDefault="00550F40" w:rsidP="00550F40">
      <w:pPr>
        <w:pStyle w:val="CMDOutput"/>
        <w:rPr>
          <w:sz w:val="20"/>
        </w:rPr>
      </w:pPr>
      <w:r w:rsidRPr="00550F40">
        <w:rPr>
          <w:sz w:val="20"/>
        </w:rPr>
        <w:t xml:space="preserve">       valid_lft 85777sec preferred_lft 85777sec</w:t>
      </w:r>
    </w:p>
    <w:p w14:paraId="527323B3" w14:textId="77777777" w:rsidR="00550F40" w:rsidRPr="00550F40" w:rsidRDefault="00550F40" w:rsidP="00550F40">
      <w:pPr>
        <w:pStyle w:val="CMDOutput"/>
        <w:rPr>
          <w:sz w:val="20"/>
        </w:rPr>
      </w:pPr>
      <w:r w:rsidRPr="00550F40">
        <w:rPr>
          <w:sz w:val="20"/>
        </w:rPr>
        <w:t xml:space="preserve">    inet6 fe80::a00:27ff:feed:af2c/64 scope link </w:t>
      </w:r>
    </w:p>
    <w:p w14:paraId="681A7098" w14:textId="262D62E5" w:rsidR="00B257C7" w:rsidRDefault="00550F40" w:rsidP="00550F40">
      <w:pPr>
        <w:pStyle w:val="CMDOutput"/>
      </w:pPr>
      <w:r w:rsidRPr="00550F40">
        <w:rPr>
          <w:sz w:val="20"/>
        </w:rPr>
        <w:t xml:space="preserve">       valid_lft forever preferred_lft forever</w:t>
      </w:r>
    </w:p>
    <w:p w14:paraId="0B9472EF" w14:textId="77777777" w:rsidR="001D2771" w:rsidRDefault="00B257C7" w:rsidP="00B257C7">
      <w:pPr>
        <w:pStyle w:val="BodyTextL50"/>
      </w:pPr>
      <w:r>
        <w:t>Record the IP address and subnet mask for your VM.</w:t>
      </w:r>
    </w:p>
    <w:p w14:paraId="12DD1A30" w14:textId="77777777" w:rsidR="001D2771" w:rsidRDefault="001D2771" w:rsidP="001D2771">
      <w:pPr>
        <w:pStyle w:val="Heading4"/>
      </w:pPr>
      <w:r>
        <w:t>Question:</w:t>
      </w:r>
    </w:p>
    <w:p w14:paraId="595E600B" w14:textId="2A2CC70D" w:rsidR="00B257C7" w:rsidRDefault="00B257C7" w:rsidP="001D2771">
      <w:pPr>
        <w:pStyle w:val="BodyTextL50"/>
        <w:spacing w:before="0"/>
      </w:pPr>
      <w:r>
        <w:t>Which network does your VM belong to?</w:t>
      </w:r>
    </w:p>
    <w:p w14:paraId="14976442" w14:textId="0CF589C1" w:rsidR="00B257C7" w:rsidRDefault="001D2771" w:rsidP="00044042">
      <w:pPr>
        <w:pStyle w:val="AnswerLineL50"/>
        <w:spacing w:after="240"/>
      </w:pPr>
      <w:r>
        <w:t>Type your answers here.</w:t>
      </w:r>
    </w:p>
    <w:p w14:paraId="5B543172" w14:textId="3F67FB0C" w:rsidR="00B257C7" w:rsidRDefault="00B257C7" w:rsidP="00B257C7">
      <w:pPr>
        <w:pStyle w:val="SubStepAlpha"/>
      </w:pPr>
      <w:r>
        <w:t xml:space="preserve">To locate other hosts on this LAN, enter </w:t>
      </w:r>
      <w:r>
        <w:rPr>
          <w:b/>
        </w:rPr>
        <w:t xml:space="preserve">nmap -A -T4 </w:t>
      </w:r>
      <w:r>
        <w:rPr>
          <w:b/>
          <w:i/>
        </w:rPr>
        <w:t>network address/prefix</w:t>
      </w:r>
      <w:r>
        <w:t xml:space="preserve">. The last octet of the IP address should be replaced with a zero. For example, in the IP address </w:t>
      </w:r>
      <w:r w:rsidR="00550F40">
        <w:t>10.0.2.15</w:t>
      </w:r>
      <w:r>
        <w:t>, the .1</w:t>
      </w:r>
      <w:r w:rsidR="00550F40">
        <w:t>5</w:t>
      </w:r>
      <w:r>
        <w:t xml:space="preserve"> is the last octet. Therefore, the network address is </w:t>
      </w:r>
      <w:r w:rsidR="00550F40">
        <w:t>10.0.2.0</w:t>
      </w:r>
      <w:r>
        <w:t xml:space="preserve">. The /24 is called the prefix and is a shorthand for the netmask 255.255.255.0. If your VM has a different netmask, search the internet for a “CIDR conversion table” to find your prefix. For example, 255.255.0.0 would be /16. The network address </w:t>
      </w:r>
      <w:r w:rsidR="00550F40">
        <w:t>10.0.2.0/24</w:t>
      </w:r>
      <w:r>
        <w:t xml:space="preserve"> is used in this example </w:t>
      </w:r>
    </w:p>
    <w:p w14:paraId="47F9C6BE" w14:textId="77777777" w:rsidR="00B257C7" w:rsidRDefault="00B257C7" w:rsidP="00B257C7">
      <w:pPr>
        <w:pStyle w:val="BodyTextL50"/>
      </w:pPr>
      <w:r w:rsidRPr="00D03915">
        <w:rPr>
          <w:b/>
        </w:rPr>
        <w:t>Note</w:t>
      </w:r>
      <w:r>
        <w:t>: This operation can take some time, especially if you have many devices attached to the network. In one test environment, the scan took about 4 minutes.</w:t>
      </w:r>
    </w:p>
    <w:p w14:paraId="544A492E" w14:textId="7A83A4BC" w:rsidR="00B257C7" w:rsidRDefault="00B257C7" w:rsidP="00B257C7">
      <w:pPr>
        <w:pStyle w:val="CMD"/>
      </w:pPr>
      <w:r>
        <w:t xml:space="preserve">[analyst@secOps ~]$ </w:t>
      </w:r>
      <w:r w:rsidRPr="002429E9">
        <w:rPr>
          <w:b/>
        </w:rPr>
        <w:t xml:space="preserve">nmap -A -T4 </w:t>
      </w:r>
      <w:r w:rsidR="00550F40">
        <w:rPr>
          <w:b/>
        </w:rPr>
        <w:t>10.0.2.0/24</w:t>
      </w:r>
    </w:p>
    <w:p w14:paraId="40E6419A" w14:textId="77777777" w:rsidR="00B257C7" w:rsidRDefault="00B257C7" w:rsidP="00B257C7">
      <w:pPr>
        <w:pStyle w:val="CMDOutput"/>
      </w:pPr>
    </w:p>
    <w:p w14:paraId="5C6F8D41" w14:textId="750B8120" w:rsidR="00B257C7" w:rsidRDefault="00B257C7" w:rsidP="00B257C7">
      <w:pPr>
        <w:pStyle w:val="CMDOutput"/>
      </w:pPr>
      <w:r>
        <w:t>Starting Nmap 7.40 ( https://nmap.org ) at 2017-05-01 17:13 EDT</w:t>
      </w:r>
    </w:p>
    <w:p w14:paraId="5565B0C5" w14:textId="5E303550" w:rsidR="00B3436F" w:rsidRDefault="00B3436F" w:rsidP="00B257C7">
      <w:pPr>
        <w:pStyle w:val="CMDOutput"/>
      </w:pPr>
      <w:r>
        <w:t>&lt;output omitted&gt;</w:t>
      </w:r>
    </w:p>
    <w:p w14:paraId="253C37EA" w14:textId="77777777" w:rsidR="00B3436F" w:rsidRDefault="00B3436F" w:rsidP="00B3436F">
      <w:pPr>
        <w:pStyle w:val="CMDOutput"/>
      </w:pPr>
      <w:r>
        <w:t>Nmap scan report for 10.0.2.15</w:t>
      </w:r>
    </w:p>
    <w:p w14:paraId="1239D5E4" w14:textId="77777777" w:rsidR="00B3436F" w:rsidRDefault="00B3436F" w:rsidP="00B3436F">
      <w:pPr>
        <w:pStyle w:val="CMDOutput"/>
      </w:pPr>
      <w:r>
        <w:t>Host is up (0.00019s latency).</w:t>
      </w:r>
    </w:p>
    <w:p w14:paraId="4FCF430D" w14:textId="77777777" w:rsidR="00B3436F" w:rsidRDefault="00B3436F" w:rsidP="00B3436F">
      <w:pPr>
        <w:pStyle w:val="CMDOutput"/>
      </w:pPr>
      <w:r>
        <w:t>Not shown: 997 closed ports</w:t>
      </w:r>
    </w:p>
    <w:p w14:paraId="5D4C1E8A" w14:textId="77777777" w:rsidR="00B3436F" w:rsidRDefault="00B3436F" w:rsidP="00B3436F">
      <w:pPr>
        <w:pStyle w:val="CMDOutput"/>
      </w:pPr>
      <w:r>
        <w:t>PORT   STATE SERVICE VERSION</w:t>
      </w:r>
    </w:p>
    <w:p w14:paraId="4C3C85A6" w14:textId="77777777" w:rsidR="00B3436F" w:rsidRDefault="00B3436F" w:rsidP="00B3436F">
      <w:pPr>
        <w:pStyle w:val="CMDOutput"/>
      </w:pPr>
      <w:r>
        <w:t>21/tcp open  ftp     vsftpd 2.0.8 or later</w:t>
      </w:r>
    </w:p>
    <w:p w14:paraId="48E01243" w14:textId="77777777" w:rsidR="00B3436F" w:rsidRDefault="00B3436F" w:rsidP="00B3436F">
      <w:pPr>
        <w:pStyle w:val="CMDOutput"/>
      </w:pPr>
      <w:r>
        <w:t>| ftp-anon: Anonymous FTP login allowed (FTP code 230)</w:t>
      </w:r>
    </w:p>
    <w:p w14:paraId="57296FD4" w14:textId="77777777" w:rsidR="00B3436F" w:rsidRDefault="00B3436F" w:rsidP="00B3436F">
      <w:pPr>
        <w:pStyle w:val="CMDOutput"/>
      </w:pPr>
      <w:r>
        <w:t>|_-rw-r--r--    1 0        0               0 Mar 26  2018 ftp_test</w:t>
      </w:r>
    </w:p>
    <w:p w14:paraId="6BB3E989" w14:textId="77777777" w:rsidR="00B3436F" w:rsidRDefault="00B3436F" w:rsidP="00B3436F">
      <w:pPr>
        <w:pStyle w:val="CMDOutput"/>
      </w:pPr>
      <w:r>
        <w:t xml:space="preserve">| ftp-syst: </w:t>
      </w:r>
    </w:p>
    <w:p w14:paraId="70131E95" w14:textId="77777777" w:rsidR="00B3436F" w:rsidRDefault="00B3436F" w:rsidP="00B3436F">
      <w:pPr>
        <w:pStyle w:val="CMDOutput"/>
      </w:pPr>
      <w:r>
        <w:t xml:space="preserve">|   STAT: </w:t>
      </w:r>
    </w:p>
    <w:p w14:paraId="28893709" w14:textId="77777777" w:rsidR="00B3436F" w:rsidRDefault="00B3436F" w:rsidP="00B3436F">
      <w:pPr>
        <w:pStyle w:val="CMDOutput"/>
      </w:pPr>
      <w:r>
        <w:t>| FTP server status:</w:t>
      </w:r>
    </w:p>
    <w:p w14:paraId="33112651" w14:textId="77777777" w:rsidR="00B3436F" w:rsidRDefault="00B3436F" w:rsidP="00B3436F">
      <w:pPr>
        <w:pStyle w:val="CMDOutput"/>
      </w:pPr>
      <w:r>
        <w:t>|      Connected to 10.0.2.15</w:t>
      </w:r>
    </w:p>
    <w:p w14:paraId="33F7C74B" w14:textId="77777777" w:rsidR="00B3436F" w:rsidRDefault="00B3436F" w:rsidP="00B3436F">
      <w:pPr>
        <w:pStyle w:val="CMDOutput"/>
      </w:pPr>
      <w:r>
        <w:t>|      Logged in as ftp</w:t>
      </w:r>
    </w:p>
    <w:p w14:paraId="43A5683B" w14:textId="77777777" w:rsidR="00B3436F" w:rsidRDefault="00B3436F" w:rsidP="00B3436F">
      <w:pPr>
        <w:pStyle w:val="CMDOutput"/>
      </w:pPr>
      <w:r>
        <w:t>|      TYPE: ASCII</w:t>
      </w:r>
    </w:p>
    <w:p w14:paraId="3B9C6D0F" w14:textId="77777777" w:rsidR="00B3436F" w:rsidRDefault="00B3436F" w:rsidP="00B3436F">
      <w:pPr>
        <w:pStyle w:val="CMDOutput"/>
      </w:pPr>
      <w:r>
        <w:t>|      No session bandwidth limit</w:t>
      </w:r>
    </w:p>
    <w:p w14:paraId="7B10B92E" w14:textId="77777777" w:rsidR="00B3436F" w:rsidRDefault="00B3436F" w:rsidP="00B3436F">
      <w:pPr>
        <w:pStyle w:val="CMDOutput"/>
      </w:pPr>
      <w:r>
        <w:t>|      Session timeout in seconds is 300</w:t>
      </w:r>
    </w:p>
    <w:p w14:paraId="4B9D06A8" w14:textId="77777777" w:rsidR="00B3436F" w:rsidRDefault="00B3436F" w:rsidP="00B3436F">
      <w:pPr>
        <w:pStyle w:val="CMDOutput"/>
      </w:pPr>
      <w:r>
        <w:t>|      Control connection is plain text</w:t>
      </w:r>
    </w:p>
    <w:p w14:paraId="62153911" w14:textId="77777777" w:rsidR="00B3436F" w:rsidRDefault="00B3436F" w:rsidP="00B3436F">
      <w:pPr>
        <w:pStyle w:val="CMDOutput"/>
      </w:pPr>
      <w:r>
        <w:t>|      Data connections will be plain text</w:t>
      </w:r>
    </w:p>
    <w:p w14:paraId="633B1971" w14:textId="77777777" w:rsidR="00B3436F" w:rsidRDefault="00B3436F" w:rsidP="00B3436F">
      <w:pPr>
        <w:pStyle w:val="CMDOutput"/>
      </w:pPr>
      <w:r>
        <w:t>|      At session startup, client count was 1</w:t>
      </w:r>
    </w:p>
    <w:p w14:paraId="6D4BDCD7" w14:textId="77777777" w:rsidR="00B3436F" w:rsidRDefault="00B3436F" w:rsidP="00B3436F">
      <w:pPr>
        <w:pStyle w:val="CMDOutput"/>
      </w:pPr>
      <w:r>
        <w:t>|      vsFTPd 3.0.3 - secure, fast, stable</w:t>
      </w:r>
    </w:p>
    <w:p w14:paraId="12640750" w14:textId="77777777" w:rsidR="00B3436F" w:rsidRDefault="00B3436F" w:rsidP="00B3436F">
      <w:pPr>
        <w:pStyle w:val="CMDOutput"/>
      </w:pPr>
      <w:r>
        <w:t>|_End of status</w:t>
      </w:r>
    </w:p>
    <w:p w14:paraId="22794E6C" w14:textId="77777777" w:rsidR="00B3436F" w:rsidRDefault="00B3436F" w:rsidP="00B3436F">
      <w:pPr>
        <w:pStyle w:val="CMDOutput"/>
      </w:pPr>
      <w:r>
        <w:lastRenderedPageBreak/>
        <w:t>22/tcp open  ssh     OpenSSH 8.2 (protocol 2.0)</w:t>
      </w:r>
    </w:p>
    <w:p w14:paraId="22C24E37" w14:textId="77777777" w:rsidR="00B3436F" w:rsidRDefault="00B3436F" w:rsidP="00B3436F">
      <w:pPr>
        <w:pStyle w:val="CMDOutput"/>
      </w:pPr>
      <w:r>
        <w:t>23/tcp open  telnet  Openwall GNU/*/Linux telnetd</w:t>
      </w:r>
    </w:p>
    <w:p w14:paraId="133F6AAD" w14:textId="77777777" w:rsidR="00B3436F" w:rsidRDefault="00B3436F" w:rsidP="00B3436F">
      <w:pPr>
        <w:pStyle w:val="CMDOutput"/>
      </w:pPr>
      <w:r>
        <w:t>Service Info: Host: Welcome; OS: Linux; CPE: cpe:/o:linux:linux_kernel</w:t>
      </w:r>
    </w:p>
    <w:p w14:paraId="02EC2866" w14:textId="77777777" w:rsidR="00B3436F" w:rsidRDefault="00B3436F" w:rsidP="00B3436F">
      <w:pPr>
        <w:pStyle w:val="CMDOutput"/>
      </w:pPr>
    </w:p>
    <w:p w14:paraId="38D67159" w14:textId="77777777" w:rsidR="00B3436F" w:rsidRDefault="00B3436F" w:rsidP="00B3436F">
      <w:pPr>
        <w:pStyle w:val="CMDOutput"/>
      </w:pPr>
      <w:r>
        <w:t>Post-scan script results:</w:t>
      </w:r>
    </w:p>
    <w:p w14:paraId="15C74831" w14:textId="77777777" w:rsidR="00B3436F" w:rsidRDefault="00B3436F" w:rsidP="00B3436F">
      <w:pPr>
        <w:pStyle w:val="CMDOutput"/>
      </w:pPr>
      <w:r>
        <w:t xml:space="preserve">| clock-skew: </w:t>
      </w:r>
    </w:p>
    <w:p w14:paraId="192936A7" w14:textId="77777777" w:rsidR="00B3436F" w:rsidRDefault="00B3436F" w:rsidP="00B3436F">
      <w:pPr>
        <w:pStyle w:val="CMDOutput"/>
      </w:pPr>
      <w:r>
        <w:t xml:space="preserve">|   0s: </w:t>
      </w:r>
    </w:p>
    <w:p w14:paraId="5D2256A5" w14:textId="77777777" w:rsidR="00B3436F" w:rsidRDefault="00B3436F" w:rsidP="00B3436F">
      <w:pPr>
        <w:pStyle w:val="CMDOutput"/>
      </w:pPr>
      <w:r>
        <w:t>|     10.0.2.4</w:t>
      </w:r>
    </w:p>
    <w:p w14:paraId="0962D7B4" w14:textId="77777777" w:rsidR="00B3436F" w:rsidRDefault="00B3436F" w:rsidP="00B3436F">
      <w:pPr>
        <w:pStyle w:val="CMDOutput"/>
      </w:pPr>
      <w:r>
        <w:t>|     10.0.2.3</w:t>
      </w:r>
    </w:p>
    <w:p w14:paraId="2FF9CD1D" w14:textId="77777777" w:rsidR="00B3436F" w:rsidRDefault="00B3436F" w:rsidP="00B3436F">
      <w:pPr>
        <w:pStyle w:val="CMDOutput"/>
      </w:pPr>
      <w:r>
        <w:t>|_    10.0.2.2</w:t>
      </w:r>
    </w:p>
    <w:p w14:paraId="1D3E9845" w14:textId="77777777" w:rsidR="00B3436F" w:rsidRDefault="00B3436F" w:rsidP="00B3436F">
      <w:pPr>
        <w:pStyle w:val="CMDOutput"/>
      </w:pPr>
      <w:r>
        <w:t>Service detection performed. Please report any incorrect results at https://nmap.org/submit/ .</w:t>
      </w:r>
    </w:p>
    <w:p w14:paraId="694697D3" w14:textId="05645487" w:rsidR="00B257C7" w:rsidRDefault="00B3436F" w:rsidP="00B3436F">
      <w:pPr>
        <w:pStyle w:val="CMDOutput"/>
      </w:pPr>
      <w:r>
        <w:t>Nmap done: 256 IP addresses (4 hosts up) scanned in 346.89 seconds</w:t>
      </w:r>
    </w:p>
    <w:p w14:paraId="7BDCDD21" w14:textId="77777777" w:rsidR="00993A48" w:rsidRDefault="00993A48" w:rsidP="00993A48">
      <w:pPr>
        <w:pStyle w:val="Heading4"/>
      </w:pPr>
      <w:r>
        <w:t>Questions:</w:t>
      </w:r>
    </w:p>
    <w:p w14:paraId="543B585C" w14:textId="7F79B9E1" w:rsidR="00B257C7" w:rsidRDefault="00B257C7" w:rsidP="00993A48">
      <w:pPr>
        <w:pStyle w:val="BodyTextL50"/>
        <w:spacing w:before="0"/>
      </w:pPr>
      <w:r>
        <w:t>How many hosts are up?</w:t>
      </w:r>
    </w:p>
    <w:p w14:paraId="03B9B20B" w14:textId="14464DD8" w:rsidR="00B257C7" w:rsidRDefault="001D2771" w:rsidP="001D2771">
      <w:pPr>
        <w:pStyle w:val="AnswerLineL50"/>
      </w:pPr>
      <w:r>
        <w:t>Type your answers here.</w:t>
      </w:r>
    </w:p>
    <w:p w14:paraId="63CAAA3D" w14:textId="77777777" w:rsidR="00B257C7" w:rsidRDefault="00B257C7" w:rsidP="00B257C7">
      <w:pPr>
        <w:pStyle w:val="BodyTextL50"/>
      </w:pPr>
      <w:r>
        <w:t>From your Nmap results, list the IP addresses of the hosts that are on the same LAN as your VM. List some of the services that are available on the detected hosts.</w:t>
      </w:r>
    </w:p>
    <w:p w14:paraId="222F59AB" w14:textId="22E8C4B6" w:rsidR="00B257C7" w:rsidRDefault="001D2771" w:rsidP="001D2771">
      <w:pPr>
        <w:pStyle w:val="AnswerLineL50"/>
        <w:spacing w:after="840"/>
      </w:pPr>
      <w:r>
        <w:t>Type your answers here.</w:t>
      </w:r>
    </w:p>
    <w:p w14:paraId="5C77596A" w14:textId="77777777" w:rsidR="00B257C7" w:rsidRDefault="00B257C7" w:rsidP="00B257C7">
      <w:pPr>
        <w:pStyle w:val="Heading3"/>
      </w:pPr>
      <w:r>
        <w:t>Scan a remote server.</w:t>
      </w:r>
    </w:p>
    <w:p w14:paraId="3612BA72" w14:textId="77777777" w:rsidR="001D2771" w:rsidRDefault="00B257C7" w:rsidP="00B257C7">
      <w:pPr>
        <w:pStyle w:val="SubStepAlpha"/>
      </w:pPr>
      <w:r>
        <w:t xml:space="preserve">Open a web browser and navigate to </w:t>
      </w:r>
      <w:r w:rsidRPr="0056457B">
        <w:rPr>
          <w:b/>
        </w:rPr>
        <w:t>scanme.nmap.org</w:t>
      </w:r>
      <w:r>
        <w:t>. Please read the message posted.</w:t>
      </w:r>
    </w:p>
    <w:p w14:paraId="02F1AF67" w14:textId="7720881D" w:rsidR="001D2771" w:rsidRDefault="001D2771" w:rsidP="001D2771">
      <w:pPr>
        <w:pStyle w:val="Heading4"/>
      </w:pPr>
      <w:r>
        <w:t>Question:</w:t>
      </w:r>
    </w:p>
    <w:p w14:paraId="69AE244D" w14:textId="388289EA" w:rsidR="00B257C7" w:rsidRDefault="00B257C7" w:rsidP="001D2771">
      <w:pPr>
        <w:pStyle w:val="BodyTextL50"/>
        <w:spacing w:before="0"/>
      </w:pPr>
      <w:r>
        <w:t>What is the purpose of this site?</w:t>
      </w:r>
    </w:p>
    <w:p w14:paraId="20226211" w14:textId="77777777" w:rsidR="001D2771" w:rsidRDefault="001D2771" w:rsidP="001D2771">
      <w:pPr>
        <w:pStyle w:val="AnswerLineL50"/>
      </w:pPr>
      <w:r>
        <w:t>Type your answers here.</w:t>
      </w:r>
    </w:p>
    <w:p w14:paraId="1EE75DA4" w14:textId="77777777" w:rsidR="00B257C7" w:rsidRPr="004D116D" w:rsidRDefault="00B257C7" w:rsidP="00B257C7">
      <w:pPr>
        <w:pStyle w:val="SubStepAlpha"/>
      </w:pPr>
      <w:r>
        <w:t xml:space="preserve">At the terminal prompt, enter </w:t>
      </w:r>
      <w:r w:rsidRPr="004D116D">
        <w:rPr>
          <w:b/>
        </w:rPr>
        <w:t>nmap -A -T4 scanme.nmap.org</w:t>
      </w:r>
      <w:r w:rsidRPr="004D116D">
        <w:t>.</w:t>
      </w:r>
    </w:p>
    <w:p w14:paraId="2D001FCA" w14:textId="77777777" w:rsidR="00B257C7" w:rsidRDefault="00B257C7" w:rsidP="00B257C7">
      <w:pPr>
        <w:pStyle w:val="CMD"/>
      </w:pPr>
      <w:r>
        <w:t xml:space="preserve">[analyst@secOps Desktop]$ </w:t>
      </w:r>
      <w:r w:rsidRPr="004D116D">
        <w:rPr>
          <w:b/>
        </w:rPr>
        <w:t>nmap -A -T4 scanme.nmap.org</w:t>
      </w:r>
    </w:p>
    <w:p w14:paraId="78D05F99" w14:textId="77777777" w:rsidR="00B257C7" w:rsidRDefault="00B257C7" w:rsidP="00B257C7">
      <w:pPr>
        <w:pStyle w:val="CMDOutput"/>
      </w:pPr>
    </w:p>
    <w:p w14:paraId="6CF05AE7" w14:textId="77777777" w:rsidR="00B257C7" w:rsidRDefault="00B257C7" w:rsidP="00B257C7">
      <w:pPr>
        <w:pStyle w:val="CMDOutput"/>
      </w:pPr>
      <w:r>
        <w:t>Starting Nmap 7.40 ( https://nmap.org ) at 2017-05-01 16:46 EDT</w:t>
      </w:r>
    </w:p>
    <w:p w14:paraId="5BDC4687" w14:textId="77777777" w:rsidR="00B257C7" w:rsidRDefault="00B257C7" w:rsidP="00B257C7">
      <w:pPr>
        <w:pStyle w:val="CMDOutput"/>
      </w:pPr>
      <w:r>
        <w:t>Nmap scan report for scanme.nmap.org (45.33.32.156)</w:t>
      </w:r>
    </w:p>
    <w:p w14:paraId="2C8A9790" w14:textId="77777777" w:rsidR="00B257C7" w:rsidRDefault="00B257C7" w:rsidP="00B257C7">
      <w:pPr>
        <w:pStyle w:val="CMDOutput"/>
      </w:pPr>
      <w:r>
        <w:t>Host is up (0.040s latency).</w:t>
      </w:r>
    </w:p>
    <w:p w14:paraId="5BE54614" w14:textId="77777777" w:rsidR="00B257C7" w:rsidRDefault="00B257C7" w:rsidP="00B257C7">
      <w:pPr>
        <w:pStyle w:val="CMDOutput"/>
      </w:pPr>
      <w:r>
        <w:t>Other addresses for scanme.nmap.org (not scanned): 2600:3c01::f03c:91ff:fe18:bb2f</w:t>
      </w:r>
    </w:p>
    <w:p w14:paraId="05BE5425" w14:textId="77777777" w:rsidR="00B257C7" w:rsidRDefault="00B257C7" w:rsidP="00B257C7">
      <w:pPr>
        <w:pStyle w:val="CMDOutput"/>
      </w:pPr>
      <w:r>
        <w:t>Not shown: 992 closed ports</w:t>
      </w:r>
    </w:p>
    <w:p w14:paraId="71AED1FA" w14:textId="77777777" w:rsidR="00B257C7" w:rsidRDefault="00B257C7" w:rsidP="00B257C7">
      <w:pPr>
        <w:pStyle w:val="CMDOutput"/>
      </w:pPr>
      <w:r>
        <w:t>PORT      STATE    SERVICE      VERSION</w:t>
      </w:r>
    </w:p>
    <w:p w14:paraId="5ABA490C" w14:textId="77777777" w:rsidR="00B257C7" w:rsidRDefault="00B257C7" w:rsidP="00B257C7">
      <w:pPr>
        <w:pStyle w:val="CMDOutput"/>
      </w:pPr>
      <w:r>
        <w:t>22/tcp    open     ssh          OpenSSH 6.6.1p1 Ubuntu 2ubuntu2.8 (Ubuntu Linux; protocol 2.0)</w:t>
      </w:r>
    </w:p>
    <w:p w14:paraId="37913A7C" w14:textId="77777777" w:rsidR="00B257C7" w:rsidRDefault="00B257C7" w:rsidP="00B257C7">
      <w:pPr>
        <w:pStyle w:val="CMDOutput"/>
      </w:pPr>
      <w:r>
        <w:t xml:space="preserve">| ssh-hostkey: </w:t>
      </w:r>
    </w:p>
    <w:p w14:paraId="597D7AD1" w14:textId="77777777" w:rsidR="00B257C7" w:rsidRDefault="00B257C7" w:rsidP="00B257C7">
      <w:pPr>
        <w:pStyle w:val="CMDOutput"/>
      </w:pPr>
      <w:r>
        <w:t>|   1024 ac:00:a0:1a:82:ff:cc:55:99:dc:67:2b:34:97:6b:75 (DSA)</w:t>
      </w:r>
    </w:p>
    <w:p w14:paraId="3DDD809D" w14:textId="77777777" w:rsidR="00B257C7" w:rsidRDefault="00B257C7" w:rsidP="00B257C7">
      <w:pPr>
        <w:pStyle w:val="CMDOutput"/>
      </w:pPr>
      <w:r>
        <w:t>|   2048 20:3d:2d:44:62:2a:b0:5a:9d:b5:b3:05:14:c2:a6:b2 (RSA)</w:t>
      </w:r>
    </w:p>
    <w:p w14:paraId="759BD4F5" w14:textId="77777777" w:rsidR="00B257C7" w:rsidRDefault="00B257C7" w:rsidP="00B257C7">
      <w:pPr>
        <w:pStyle w:val="CMDOutput"/>
      </w:pPr>
      <w:r>
        <w:t>|_  256 96:02:bb:5e:57:54:1c:4e:45:2f:56:4c:4a:24:b2:57 (ECDSA)</w:t>
      </w:r>
    </w:p>
    <w:p w14:paraId="7645B79B" w14:textId="77777777" w:rsidR="00B257C7" w:rsidRDefault="00B257C7" w:rsidP="00B257C7">
      <w:pPr>
        <w:pStyle w:val="CMDOutput"/>
      </w:pPr>
      <w:r>
        <w:t>25/tcp    filtered smtp</w:t>
      </w:r>
    </w:p>
    <w:p w14:paraId="6BA1B835" w14:textId="77777777" w:rsidR="00B257C7" w:rsidRDefault="00B257C7" w:rsidP="00B257C7">
      <w:pPr>
        <w:pStyle w:val="CMDOutput"/>
      </w:pPr>
      <w:r>
        <w:t>80/tcp    open     http         Apache httpd 2.4.7 ((Ubuntu))</w:t>
      </w:r>
    </w:p>
    <w:p w14:paraId="3624AFAF" w14:textId="77777777" w:rsidR="00B257C7" w:rsidRDefault="00B257C7" w:rsidP="00B257C7">
      <w:pPr>
        <w:pStyle w:val="CMDOutput"/>
      </w:pPr>
      <w:r>
        <w:t>|_http-server-header: Apache/2.4.7 (Ubuntu)</w:t>
      </w:r>
    </w:p>
    <w:p w14:paraId="38748BBD" w14:textId="77777777" w:rsidR="00B257C7" w:rsidRDefault="00B257C7" w:rsidP="00B257C7">
      <w:pPr>
        <w:pStyle w:val="CMDOutput"/>
      </w:pPr>
      <w:r>
        <w:t>|_http-title: Go ahead and ScanMe!</w:t>
      </w:r>
    </w:p>
    <w:p w14:paraId="6A21B038" w14:textId="77777777" w:rsidR="00B257C7" w:rsidRDefault="00B257C7" w:rsidP="00B257C7">
      <w:pPr>
        <w:pStyle w:val="CMDOutput"/>
      </w:pPr>
      <w:r>
        <w:t>135/tcp   filtered msrpc</w:t>
      </w:r>
    </w:p>
    <w:p w14:paraId="29723707" w14:textId="77777777" w:rsidR="00B257C7" w:rsidRDefault="00B257C7" w:rsidP="00B257C7">
      <w:pPr>
        <w:pStyle w:val="CMDOutput"/>
      </w:pPr>
      <w:r>
        <w:t>139/tcp   filtered netbios-ssn</w:t>
      </w:r>
    </w:p>
    <w:p w14:paraId="1DB5C37D" w14:textId="77777777" w:rsidR="00B257C7" w:rsidRDefault="00B257C7" w:rsidP="00B257C7">
      <w:pPr>
        <w:pStyle w:val="CMDOutput"/>
      </w:pPr>
      <w:r>
        <w:lastRenderedPageBreak/>
        <w:t>445/tcp   filtered microsoft-ds</w:t>
      </w:r>
    </w:p>
    <w:p w14:paraId="611951DF" w14:textId="77777777" w:rsidR="00B257C7" w:rsidRDefault="00B257C7" w:rsidP="00B257C7">
      <w:pPr>
        <w:pStyle w:val="CMDOutput"/>
      </w:pPr>
      <w:r>
        <w:t>593/tcp   filtered http-rpc-epmap</w:t>
      </w:r>
    </w:p>
    <w:p w14:paraId="2366D272" w14:textId="77777777" w:rsidR="00B257C7" w:rsidRDefault="00B257C7" w:rsidP="00B257C7">
      <w:pPr>
        <w:pStyle w:val="CMDOutput"/>
      </w:pPr>
      <w:r>
        <w:t>4444/tcp  filtered krb524</w:t>
      </w:r>
    </w:p>
    <w:p w14:paraId="3AA4319C" w14:textId="77777777" w:rsidR="00B257C7" w:rsidRDefault="00B257C7" w:rsidP="00B257C7">
      <w:pPr>
        <w:pStyle w:val="CMDOutput"/>
      </w:pPr>
      <w:r>
        <w:t>9929/tcp  open     nping-echo   Nping echo</w:t>
      </w:r>
    </w:p>
    <w:p w14:paraId="4810117A" w14:textId="77777777" w:rsidR="00B257C7" w:rsidRDefault="00B257C7" w:rsidP="00B257C7">
      <w:pPr>
        <w:pStyle w:val="CMDOutput"/>
      </w:pPr>
      <w:r>
        <w:t>31337/tcp open     tcpwrapped</w:t>
      </w:r>
    </w:p>
    <w:p w14:paraId="2B7B4D10" w14:textId="77777777" w:rsidR="00B257C7" w:rsidRDefault="00B257C7" w:rsidP="00B257C7">
      <w:pPr>
        <w:pStyle w:val="CMDOutput"/>
      </w:pPr>
      <w:r>
        <w:t>Service Info: OS: Linux; CPE: cpe:/o:linux:linux_kernel</w:t>
      </w:r>
    </w:p>
    <w:p w14:paraId="34482D30" w14:textId="77777777" w:rsidR="00B257C7" w:rsidRDefault="00B257C7" w:rsidP="00B257C7">
      <w:pPr>
        <w:pStyle w:val="CMDOutput"/>
      </w:pPr>
    </w:p>
    <w:p w14:paraId="4FFA6420" w14:textId="77777777" w:rsidR="00B257C7" w:rsidRDefault="00B257C7" w:rsidP="00B257C7">
      <w:pPr>
        <w:pStyle w:val="CMDOutput"/>
      </w:pPr>
      <w:r>
        <w:t>Service detection performed. Please report any incorrect results at https://nmap.org/submit/ .</w:t>
      </w:r>
    </w:p>
    <w:p w14:paraId="53E009B9" w14:textId="77777777" w:rsidR="00B257C7" w:rsidRDefault="00B257C7" w:rsidP="00B257C7">
      <w:pPr>
        <w:pStyle w:val="CMDOutput"/>
      </w:pPr>
      <w:r>
        <w:t>Nmap done: 1 IP address (1 host up) scanned in 23.96 seconds</w:t>
      </w:r>
    </w:p>
    <w:p w14:paraId="54E1DFD6" w14:textId="77777777" w:rsidR="00B257C7" w:rsidRDefault="00B257C7" w:rsidP="00B257C7">
      <w:pPr>
        <w:pStyle w:val="SubStepAlpha"/>
      </w:pPr>
      <w:r>
        <w:t>Review the results and answer the following questions.</w:t>
      </w:r>
    </w:p>
    <w:p w14:paraId="54F5BA94" w14:textId="77777777" w:rsidR="001D2771" w:rsidRDefault="001D2771" w:rsidP="001D2771">
      <w:pPr>
        <w:pStyle w:val="Heading4"/>
      </w:pPr>
      <w:r>
        <w:t>Questions:</w:t>
      </w:r>
    </w:p>
    <w:p w14:paraId="78550894" w14:textId="7C9400F5" w:rsidR="00B257C7" w:rsidRDefault="00B257C7" w:rsidP="001D2771">
      <w:pPr>
        <w:pStyle w:val="BodyTextL50"/>
        <w:spacing w:before="0"/>
      </w:pPr>
      <w:r>
        <w:t>Which ports and services are opened?</w:t>
      </w:r>
    </w:p>
    <w:p w14:paraId="71370EEC" w14:textId="13A803D9" w:rsidR="00B257C7" w:rsidRDefault="001D2771" w:rsidP="001D2771">
      <w:pPr>
        <w:pStyle w:val="AnswerLineL50"/>
      </w:pPr>
      <w:r>
        <w:t>Type your answers here.</w:t>
      </w:r>
    </w:p>
    <w:p w14:paraId="237CE2D1" w14:textId="77777777" w:rsidR="00B257C7" w:rsidRDefault="00B257C7" w:rsidP="00B257C7">
      <w:pPr>
        <w:pStyle w:val="BodyTextL50"/>
      </w:pPr>
      <w:r>
        <w:t>Which ports and services are filtered?</w:t>
      </w:r>
    </w:p>
    <w:p w14:paraId="09164026" w14:textId="11F8D49B" w:rsidR="00B257C7" w:rsidRDefault="001D2771" w:rsidP="001D2771">
      <w:pPr>
        <w:pStyle w:val="AnswerLineL50"/>
      </w:pPr>
      <w:r>
        <w:t>Type your answers here.</w:t>
      </w:r>
    </w:p>
    <w:p w14:paraId="7C6E01F6" w14:textId="77777777" w:rsidR="00B257C7" w:rsidRPr="004B5B80" w:rsidRDefault="00B257C7" w:rsidP="00B257C7">
      <w:pPr>
        <w:pStyle w:val="BodyTextL50"/>
      </w:pPr>
      <w:r w:rsidRPr="004B5B80">
        <w:t>What is the IP address of the server?</w:t>
      </w:r>
    </w:p>
    <w:p w14:paraId="4AE38B33" w14:textId="77777777" w:rsidR="001D2771" w:rsidRDefault="001D2771" w:rsidP="001D2771">
      <w:pPr>
        <w:pStyle w:val="AnswerLineL50"/>
      </w:pPr>
      <w:r>
        <w:t>Type your answers here.</w:t>
      </w:r>
    </w:p>
    <w:p w14:paraId="1B7BC159" w14:textId="77777777" w:rsidR="00B257C7" w:rsidRDefault="00B257C7" w:rsidP="00B257C7">
      <w:pPr>
        <w:pStyle w:val="BodyTextL50"/>
      </w:pPr>
      <w:r>
        <w:t>What is the operating system?</w:t>
      </w:r>
    </w:p>
    <w:p w14:paraId="165FEF0F" w14:textId="77777777" w:rsidR="001D2771" w:rsidRDefault="001D2771" w:rsidP="001D2771">
      <w:pPr>
        <w:pStyle w:val="AnswerLineL50"/>
      </w:pPr>
      <w:r>
        <w:t>Type your answers here.</w:t>
      </w:r>
    </w:p>
    <w:p w14:paraId="5077895F" w14:textId="567DE95B" w:rsidR="00B257C7" w:rsidRDefault="00B257C7" w:rsidP="00B257C7">
      <w:pPr>
        <w:pStyle w:val="Heading1"/>
        <w:numPr>
          <w:ilvl w:val="0"/>
          <w:numId w:val="3"/>
        </w:numPr>
      </w:pPr>
      <w:r>
        <w:t>Reflection</w:t>
      </w:r>
      <w:r w:rsidR="00913542">
        <w:t xml:space="preserve"> Question</w:t>
      </w:r>
    </w:p>
    <w:p w14:paraId="14DDE060" w14:textId="77777777" w:rsidR="00B257C7" w:rsidRDefault="00B257C7" w:rsidP="00B257C7">
      <w:pPr>
        <w:pStyle w:val="BodyTextL25"/>
      </w:pPr>
      <w:r>
        <w:t>Nmap is a powerful tool for network exploration and management. How can Nmap help with network security? How can Nmap be used by a threat actor as a nefarious tool?</w:t>
      </w:r>
    </w:p>
    <w:p w14:paraId="310DF6E6" w14:textId="6D0BD3AF" w:rsidR="00B257C7" w:rsidRPr="00175EDC" w:rsidRDefault="00913542" w:rsidP="0088416C">
      <w:pPr>
        <w:pStyle w:val="AnswerLineL25"/>
        <w:spacing w:after="1200"/>
      </w:pPr>
      <w:r>
        <w:t>Type your answers here.</w:t>
      </w:r>
    </w:p>
    <w:p w14:paraId="65ECE68A" w14:textId="63DB4D66" w:rsidR="00C162C0" w:rsidRPr="00B257C7" w:rsidRDefault="00B257C7" w:rsidP="00B257C7">
      <w:pPr>
        <w:pStyle w:val="ConfigWindow"/>
        <w:rPr>
          <w:rStyle w:val="DevConfigGray"/>
          <w:rFonts w:ascii="Arial" w:hAnsi="Arial"/>
          <w:b w:val="0"/>
          <w:color w:val="FFFFFF" w:themeColor="background1"/>
          <w:sz w:val="6"/>
          <w:shd w:val="clear" w:color="auto" w:fill="auto"/>
        </w:rPr>
      </w:pPr>
      <w:r w:rsidRPr="00B257C7">
        <w:rPr>
          <w:rStyle w:val="DevConfigGray"/>
          <w:rFonts w:ascii="Arial" w:hAnsi="Arial"/>
          <w:b w:val="0"/>
          <w:color w:val="FFFFFF" w:themeColor="background1"/>
          <w:sz w:val="6"/>
          <w:shd w:val="clear" w:color="auto" w:fill="auto"/>
        </w:rPr>
        <w:t>End of document</w:t>
      </w:r>
    </w:p>
    <w:sectPr w:rsidR="00C162C0" w:rsidRPr="00B257C7" w:rsidSect="009C3182">
      <w:headerReference w:type="default"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F94AB8" w14:textId="77777777" w:rsidR="000637B0" w:rsidRDefault="000637B0" w:rsidP="00710659">
      <w:pPr>
        <w:spacing w:after="0" w:line="240" w:lineRule="auto"/>
      </w:pPr>
      <w:r>
        <w:separator/>
      </w:r>
    </w:p>
    <w:p w14:paraId="25B478F2" w14:textId="77777777" w:rsidR="000637B0" w:rsidRDefault="000637B0"/>
  </w:endnote>
  <w:endnote w:type="continuationSeparator" w:id="0">
    <w:p w14:paraId="2132B17C" w14:textId="77777777" w:rsidR="000637B0" w:rsidRDefault="000637B0" w:rsidP="00710659">
      <w:pPr>
        <w:spacing w:after="0" w:line="240" w:lineRule="auto"/>
      </w:pPr>
      <w:r>
        <w:continuationSeparator/>
      </w:r>
    </w:p>
    <w:p w14:paraId="30CF9945" w14:textId="77777777" w:rsidR="000637B0" w:rsidRDefault="000637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FBBFF4" w14:textId="49E74F7C"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1C69FC">
          <w:t>2017</w:t>
        </w:r>
      </w:sdtContent>
    </w:sdt>
    <w:r>
      <w:t xml:space="preserve"> - </w:t>
    </w:r>
    <w:r>
      <w:fldChar w:fldCharType="begin"/>
    </w:r>
    <w:r>
      <w:instrText xml:space="preserve"> SAVEDATE  \@ "yyyy"  \* MERGEFORMAT </w:instrText>
    </w:r>
    <w:r>
      <w:fldChar w:fldCharType="separate"/>
    </w:r>
    <w:r w:rsidR="00A975CA">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2CAA9" w14:textId="57C5B6C7"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1C69FC">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A975CA">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4E0536" w14:textId="77777777" w:rsidR="000637B0" w:rsidRDefault="000637B0" w:rsidP="00710659">
      <w:pPr>
        <w:spacing w:after="0" w:line="240" w:lineRule="auto"/>
      </w:pPr>
      <w:r>
        <w:separator/>
      </w:r>
    </w:p>
    <w:p w14:paraId="322AB485" w14:textId="77777777" w:rsidR="000637B0" w:rsidRDefault="000637B0"/>
  </w:footnote>
  <w:footnote w:type="continuationSeparator" w:id="0">
    <w:p w14:paraId="0A19AC14" w14:textId="77777777" w:rsidR="000637B0" w:rsidRDefault="000637B0" w:rsidP="00710659">
      <w:pPr>
        <w:spacing w:after="0" w:line="240" w:lineRule="auto"/>
      </w:pPr>
      <w:r>
        <w:continuationSeparator/>
      </w:r>
    </w:p>
    <w:p w14:paraId="15EB2A2C" w14:textId="77777777" w:rsidR="000637B0" w:rsidRDefault="000637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17D8325FF0F7436D9FE74F8B40575EB0"/>
      </w:placeholder>
      <w:dataBinding w:prefixMappings="xmlns:ns0='http://purl.org/dc/elements/1.1/' xmlns:ns1='http://schemas.openxmlformats.org/package/2006/metadata/core-properties' " w:xpath="/ns1:coreProperties[1]/ns0:title[1]" w:storeItemID="{6C3C8BC8-F283-45AE-878A-BAB7291924A1}"/>
      <w:text/>
    </w:sdtPr>
    <w:sdtEndPr/>
    <w:sdtContent>
      <w:p w14:paraId="3831B487" w14:textId="77777777" w:rsidR="00926CB2" w:rsidRDefault="0087024E" w:rsidP="008402F2">
        <w:pPr>
          <w:pStyle w:val="PageHead"/>
        </w:pPr>
        <w:r>
          <w:t>Lab - Exploring Nmap</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A923E" w14:textId="77777777" w:rsidR="00926CB2" w:rsidRDefault="00882B63" w:rsidP="006C3FCF">
    <w:pPr>
      <w:ind w:left="-288"/>
    </w:pPr>
    <w:r>
      <w:rPr>
        <w:noProof/>
      </w:rPr>
      <w:drawing>
        <wp:inline distT="0" distB="0" distL="0" distR="0" wp14:anchorId="02B7C496" wp14:editId="5EFD5D2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2379AF"/>
    <w:multiLevelType w:val="multilevel"/>
    <w:tmpl w:val="E51E6AF0"/>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ascii="Arial Bold" w:hAnsi="Arial Bold" w:hint="default"/>
        <w:b/>
        <w:i w:val="0"/>
        <w:sz w:val="22"/>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5E7F04B8"/>
    <w:multiLevelType w:val="hybridMultilevel"/>
    <w:tmpl w:val="504C0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E424CA"/>
    <w:multiLevelType w:val="hybridMultilevel"/>
    <w:tmpl w:val="B60699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num>
  <w:num w:numId="11">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ascii="Arial Bold" w:hAnsi="Arial Bold" w:hint="default"/>
          <w:b/>
          <w:i w:val="0"/>
          <w:sz w:val="22"/>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3"/>
  </w:num>
  <w:num w:numId="13">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24E"/>
    <w:rsid w:val="00001BDF"/>
    <w:rsid w:val="0000380F"/>
    <w:rsid w:val="00004175"/>
    <w:rsid w:val="000059C9"/>
    <w:rsid w:val="00012C22"/>
    <w:rsid w:val="000160F7"/>
    <w:rsid w:val="00016D5B"/>
    <w:rsid w:val="00016F30"/>
    <w:rsid w:val="0002047C"/>
    <w:rsid w:val="00021B9A"/>
    <w:rsid w:val="000242D6"/>
    <w:rsid w:val="00024EE5"/>
    <w:rsid w:val="00041AF6"/>
    <w:rsid w:val="00044042"/>
    <w:rsid w:val="00044E62"/>
    <w:rsid w:val="00050BA4"/>
    <w:rsid w:val="0005141D"/>
    <w:rsid w:val="00051738"/>
    <w:rsid w:val="0005242B"/>
    <w:rsid w:val="00052548"/>
    <w:rsid w:val="00060696"/>
    <w:rsid w:val="00062D89"/>
    <w:rsid w:val="000637B0"/>
    <w:rsid w:val="00067A67"/>
    <w:rsid w:val="00070C16"/>
    <w:rsid w:val="00075EA9"/>
    <w:rsid w:val="000769CF"/>
    <w:rsid w:val="00080AD8"/>
    <w:rsid w:val="000815D8"/>
    <w:rsid w:val="00084C99"/>
    <w:rsid w:val="00085CC6"/>
    <w:rsid w:val="00090C07"/>
    <w:rsid w:val="0009147A"/>
    <w:rsid w:val="00091E8D"/>
    <w:rsid w:val="0009378D"/>
    <w:rsid w:val="00096FCB"/>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69FC"/>
    <w:rsid w:val="001C7C3B"/>
    <w:rsid w:val="001D2771"/>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1C48"/>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418"/>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0F40"/>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D7E87"/>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2BCE"/>
    <w:rsid w:val="00677544"/>
    <w:rsid w:val="00681687"/>
    <w:rsid w:val="00682753"/>
    <w:rsid w:val="00686295"/>
    <w:rsid w:val="00686587"/>
    <w:rsid w:val="00686849"/>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27A8B"/>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24E"/>
    <w:rsid w:val="00870763"/>
    <w:rsid w:val="008713EA"/>
    <w:rsid w:val="00873C6B"/>
    <w:rsid w:val="00882B63"/>
    <w:rsid w:val="00883500"/>
    <w:rsid w:val="0088416C"/>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3542"/>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3A48"/>
    <w:rsid w:val="00994B8A"/>
    <w:rsid w:val="00996053"/>
    <w:rsid w:val="00997E71"/>
    <w:rsid w:val="009A0B2F"/>
    <w:rsid w:val="009A1CF4"/>
    <w:rsid w:val="009A37D7"/>
    <w:rsid w:val="009A4B3B"/>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5CA"/>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3377"/>
    <w:rsid w:val="00AF7ACC"/>
    <w:rsid w:val="00B00914"/>
    <w:rsid w:val="00B02A8E"/>
    <w:rsid w:val="00B052EE"/>
    <w:rsid w:val="00B1081F"/>
    <w:rsid w:val="00B2496B"/>
    <w:rsid w:val="00B257C7"/>
    <w:rsid w:val="00B27499"/>
    <w:rsid w:val="00B3010D"/>
    <w:rsid w:val="00B3436F"/>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0B6"/>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5D5C"/>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0DE"/>
    <w:rsid w:val="00E82BD7"/>
    <w:rsid w:val="00E859E3"/>
    <w:rsid w:val="00E87D18"/>
    <w:rsid w:val="00E87D62"/>
    <w:rsid w:val="00E9039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882E98"/>
  <w15:docId w15:val="{28A565A9-80DF-40B7-A67C-FD2716996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1D2771"/>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94B8A"/>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94B8A"/>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94B8A"/>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94B8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7D8325FF0F7436D9FE74F8B40575EB0"/>
        <w:category>
          <w:name w:val="General"/>
          <w:gallery w:val="placeholder"/>
        </w:category>
        <w:types>
          <w:type w:val="bbPlcHdr"/>
        </w:types>
        <w:behaviors>
          <w:behavior w:val="content"/>
        </w:behaviors>
        <w:guid w:val="{DBB6011D-F3D6-4F79-A75C-2CB5B1FBB217}"/>
      </w:docPartPr>
      <w:docPartBody>
        <w:p w:rsidR="009E2932" w:rsidRDefault="003C142E">
          <w:pPr>
            <w:pStyle w:val="17D8325FF0F7436D9FE74F8B40575EB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42E"/>
    <w:rsid w:val="003720EF"/>
    <w:rsid w:val="003C142E"/>
    <w:rsid w:val="00695B2F"/>
    <w:rsid w:val="009E2932"/>
    <w:rsid w:val="00E90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7D8325FF0F7436D9FE74F8B40575EB0">
    <w:name w:val="17D8325FF0F7436D9FE74F8B40575E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FE3515-931F-4740-BF3D-D75DAC523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6</Pages>
  <Words>1226</Words>
  <Characters>6994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Lab - Exploring Nmap</vt:lpstr>
    </vt:vector>
  </TitlesOfParts>
  <Company>Cisco Systems, Inc.</Company>
  <LinksUpToDate>false</LinksUpToDate>
  <CharactersWithSpaces>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Exploring Nmap</dc:title>
  <dc:creator>SP</dc:creator>
  <dc:description>2017</dc:description>
  <cp:lastModifiedBy>Suk-Yi Pennock -X (spennock - UNICON INC at Cisco)</cp:lastModifiedBy>
  <cp:revision>5</cp:revision>
  <cp:lastPrinted>2020-07-16T02:47:00Z</cp:lastPrinted>
  <dcterms:created xsi:type="dcterms:W3CDTF">2020-07-16T02:46:00Z</dcterms:created>
  <dcterms:modified xsi:type="dcterms:W3CDTF">2020-07-16T02:47:00Z</dcterms:modified>
</cp:coreProperties>
</file>